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68FEC92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65C3FDC5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4D342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AEB6913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</w:t>
            </w:r>
            <w:r w:rsidR="004D3424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563DAA8A" w:rsidR="00F1480E" w:rsidRPr="000754EC" w:rsidRDefault="008576F1" w:rsidP="000754EC">
            <w:pPr>
              <w:pStyle w:val="SIUnittitle"/>
            </w:pPr>
            <w:r w:rsidRPr="008576F1">
              <w:t>Set out site for construction works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264183" w14:textId="32BE7A3C" w:rsidR="008576F1" w:rsidRPr="008576F1" w:rsidRDefault="008576F1" w:rsidP="008576F1">
            <w:pPr>
              <w:pStyle w:val="SIText"/>
            </w:pPr>
            <w:r w:rsidRPr="008576F1">
              <w:t>This unit of competency describes the skills and knowledge required to set out a site for construction works</w:t>
            </w:r>
            <w:r w:rsidR="00292DB2">
              <w:t>, planning</w:t>
            </w:r>
            <w:r w:rsidR="00773970">
              <w:t>,</w:t>
            </w:r>
            <w:r w:rsidR="00292DB2">
              <w:t xml:space="preserve"> preparing, locating and marking out construction works</w:t>
            </w:r>
            <w:r w:rsidR="00773970">
              <w:t>, establishing survey benchmarks and verifying site levels</w:t>
            </w:r>
            <w:r w:rsidRPr="008576F1">
              <w:t xml:space="preserve"> in accordance with site plans and specifications. This may be done in advance of proposed works or in conjunction with construction works already being carried out.</w:t>
            </w:r>
          </w:p>
          <w:p w14:paraId="5DAC082B" w14:textId="77777777" w:rsidR="008576F1" w:rsidRPr="008576F1" w:rsidRDefault="008576F1" w:rsidP="008576F1">
            <w:pPr>
              <w:pStyle w:val="SIText"/>
            </w:pPr>
          </w:p>
          <w:p w14:paraId="2BC241B3" w14:textId="1A8986DD" w:rsidR="008576F1" w:rsidRPr="008576F1" w:rsidRDefault="008576F1" w:rsidP="008576F1">
            <w:pPr>
              <w:pStyle w:val="SIText"/>
            </w:pPr>
            <w:r w:rsidRPr="008576F1">
              <w:t>Th</w:t>
            </w:r>
            <w:r w:rsidR="00560B3A">
              <w:t>e</w:t>
            </w:r>
            <w:r w:rsidRPr="008576F1">
              <w:t xml:space="preserve"> unit applies to individuals who </w:t>
            </w:r>
            <w:r w:rsidR="00773970">
              <w:t xml:space="preserve">set out site for construction works under broad direction, and </w:t>
            </w:r>
            <w:r w:rsidRPr="008576F1">
              <w:t xml:space="preserve">take responsibility for </w:t>
            </w:r>
            <w:r w:rsidR="00773970">
              <w:t xml:space="preserve">their </w:t>
            </w:r>
            <w:r w:rsidRPr="008576F1">
              <w:t>own work and for the quality of the work of others.</w:t>
            </w:r>
          </w:p>
          <w:p w14:paraId="565F2EF7" w14:textId="77777777" w:rsidR="008576F1" w:rsidRPr="008576F1" w:rsidRDefault="008576F1" w:rsidP="008576F1">
            <w:pPr>
              <w:pStyle w:val="SIText"/>
            </w:pPr>
          </w:p>
          <w:p w14:paraId="034C6C33" w14:textId="4F34507E" w:rsidR="00373436" w:rsidRPr="000754EC" w:rsidRDefault="008576F1" w:rsidP="008576F1">
            <w:pPr>
              <w:pStyle w:val="SIText"/>
            </w:pPr>
            <w:r w:rsidRPr="008576F1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6624BB6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576F1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BB9206D" w:rsidR="008576F1" w:rsidRPr="008576F1" w:rsidRDefault="008576F1" w:rsidP="008576F1">
            <w:pPr>
              <w:pStyle w:val="SIText"/>
            </w:pPr>
            <w:r w:rsidRPr="008576F1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3AA04DE1" w14:textId="1C1AF8CA" w:rsidR="008576F1" w:rsidRPr="008576F1" w:rsidRDefault="008576F1" w:rsidP="008576F1">
            <w:r w:rsidRPr="008576F1">
              <w:t>1.1 Interpret</w:t>
            </w:r>
            <w:r w:rsidR="00773970">
              <w:t xml:space="preserve"> and compare site</w:t>
            </w:r>
            <w:r w:rsidRPr="008576F1">
              <w:t xml:space="preserve"> plans and specifications</w:t>
            </w:r>
            <w:r w:rsidR="00773970">
              <w:t xml:space="preserve"> with other available plans</w:t>
            </w:r>
          </w:p>
          <w:p w14:paraId="32D87440" w14:textId="2500DDBF" w:rsidR="008576F1" w:rsidRPr="008576F1" w:rsidRDefault="008576F1" w:rsidP="00773970">
            <w:r w:rsidRPr="008576F1">
              <w:t xml:space="preserve">1.2 </w:t>
            </w:r>
            <w:r w:rsidR="00773970" w:rsidRPr="008576F1">
              <w:t xml:space="preserve">Identify </w:t>
            </w:r>
            <w:r w:rsidR="00773970">
              <w:t xml:space="preserve">potential </w:t>
            </w:r>
            <w:r w:rsidR="00773970" w:rsidRPr="008576F1">
              <w:t>hazards</w:t>
            </w:r>
            <w:r w:rsidR="00773970">
              <w:t xml:space="preserve"> and risks</w:t>
            </w:r>
            <w:r w:rsidR="00773970" w:rsidRPr="008576F1">
              <w:t xml:space="preserve">, and implement </w:t>
            </w:r>
            <w:r w:rsidR="00773970">
              <w:t>safe working practices to manage risks</w:t>
            </w:r>
          </w:p>
          <w:p w14:paraId="34F087FA" w14:textId="2D47B869" w:rsidR="008576F1" w:rsidRPr="008576F1" w:rsidRDefault="008576F1" w:rsidP="00773970">
            <w:r w:rsidRPr="008576F1">
              <w:t>1.3 Select tools and equipment required for setting out construction works</w:t>
            </w:r>
            <w:r w:rsidR="00773970">
              <w:t>,</w:t>
            </w:r>
            <w:r w:rsidRPr="008576F1">
              <w:t xml:space="preserve"> and check for </w:t>
            </w:r>
            <w:r w:rsidR="00773970">
              <w:t>safe operation</w:t>
            </w:r>
          </w:p>
          <w:p w14:paraId="1696B99B" w14:textId="5A2D06EC" w:rsidR="008576F1" w:rsidRPr="008576F1" w:rsidRDefault="008576F1">
            <w:r w:rsidRPr="008576F1">
              <w:t>1.4 Consider environmental impact of proposed construction works in interpreting site plans</w:t>
            </w:r>
          </w:p>
        </w:tc>
      </w:tr>
      <w:tr w:rsidR="008576F1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3270DE6" w:rsidR="008576F1" w:rsidRPr="008576F1" w:rsidRDefault="008576F1" w:rsidP="008576F1">
            <w:pPr>
              <w:pStyle w:val="SIText"/>
            </w:pPr>
            <w:r w:rsidRPr="008576F1">
              <w:t>2. Locate and mark out position of construction works</w:t>
            </w:r>
          </w:p>
        </w:tc>
        <w:tc>
          <w:tcPr>
            <w:tcW w:w="3604" w:type="pct"/>
            <w:shd w:val="clear" w:color="auto" w:fill="auto"/>
          </w:tcPr>
          <w:p w14:paraId="7637EC89" w14:textId="77777777" w:rsidR="008576F1" w:rsidRPr="008576F1" w:rsidRDefault="008576F1" w:rsidP="008576F1">
            <w:r w:rsidRPr="008576F1">
              <w:t>2.1 Locate existing site features from the site plan</w:t>
            </w:r>
          </w:p>
          <w:p w14:paraId="5A7A2B9E" w14:textId="77777777" w:rsidR="008576F1" w:rsidRPr="008576F1" w:rsidRDefault="008576F1" w:rsidP="008576F1">
            <w:r w:rsidRPr="008576F1">
              <w:t>2.2 Locate position of proposed construction works</w:t>
            </w:r>
          </w:p>
          <w:p w14:paraId="1BE84350" w14:textId="77777777" w:rsidR="008576F1" w:rsidRPr="008576F1" w:rsidRDefault="008576F1" w:rsidP="008576F1">
            <w:r w:rsidRPr="008576F1">
              <w:t xml:space="preserve">2.3 Using the correct scale transfer scale measurements of lines, shapes, </w:t>
            </w:r>
            <w:proofErr w:type="gramStart"/>
            <w:r w:rsidRPr="008576F1">
              <w:t>angles</w:t>
            </w:r>
            <w:proofErr w:type="gramEnd"/>
            <w:r w:rsidRPr="008576F1">
              <w:t xml:space="preserve"> and dimensions from the site plan to site</w:t>
            </w:r>
          </w:p>
          <w:p w14:paraId="6BB72E57" w14:textId="386B11A8" w:rsidR="008576F1" w:rsidRPr="008576F1" w:rsidRDefault="008576F1" w:rsidP="008576F1">
            <w:pPr>
              <w:pStyle w:val="SIText"/>
            </w:pPr>
            <w:r w:rsidRPr="008576F1">
              <w:t>2.4 Mark out the shape of proposed construction works on site</w:t>
            </w:r>
          </w:p>
        </w:tc>
      </w:tr>
      <w:tr w:rsidR="008576F1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9702060" w:rsidR="008576F1" w:rsidRPr="008576F1" w:rsidRDefault="008576F1" w:rsidP="008576F1">
            <w:pPr>
              <w:pStyle w:val="SIText"/>
            </w:pPr>
            <w:r w:rsidRPr="008576F1">
              <w:t>3. Establish benchmark</w:t>
            </w:r>
            <w:r w:rsidR="004571A9">
              <w:t xml:space="preserve"> for construction works</w:t>
            </w:r>
          </w:p>
        </w:tc>
        <w:tc>
          <w:tcPr>
            <w:tcW w:w="3604" w:type="pct"/>
            <w:shd w:val="clear" w:color="auto" w:fill="auto"/>
          </w:tcPr>
          <w:p w14:paraId="64CF8F2D" w14:textId="2F398EAE" w:rsidR="008576F1" w:rsidRPr="008576F1" w:rsidRDefault="008576F1" w:rsidP="008576F1">
            <w:r w:rsidRPr="008576F1">
              <w:t xml:space="preserve">3.1 </w:t>
            </w:r>
            <w:r w:rsidR="004571A9">
              <w:t>Identify site</w:t>
            </w:r>
            <w:r w:rsidRPr="008576F1">
              <w:t xml:space="preserve"> datum </w:t>
            </w:r>
            <w:r w:rsidR="004571A9">
              <w:t>from plans and specifications</w:t>
            </w:r>
            <w:r w:rsidRPr="008576F1">
              <w:t xml:space="preserve"> to ensure all existing and proposed construction works can be linked by survey equipment</w:t>
            </w:r>
          </w:p>
          <w:p w14:paraId="6DB708F8" w14:textId="5DAEAF2F" w:rsidR="008576F1" w:rsidRDefault="008576F1" w:rsidP="008576F1">
            <w:pPr>
              <w:pStyle w:val="SIText"/>
            </w:pPr>
            <w:r w:rsidRPr="008576F1">
              <w:t xml:space="preserve">3.2 </w:t>
            </w:r>
            <w:r w:rsidR="004571A9">
              <w:t>Find or</w:t>
            </w:r>
            <w:r w:rsidRPr="008576F1">
              <w:t xml:space="preserve"> establish </w:t>
            </w:r>
            <w:r w:rsidR="004571A9">
              <w:t>a suitable</w:t>
            </w:r>
            <w:r w:rsidRPr="008576F1">
              <w:t xml:space="preserve"> benchmark</w:t>
            </w:r>
            <w:r w:rsidR="004571A9">
              <w:t xml:space="preserve"> for </w:t>
            </w:r>
            <w:r w:rsidRPr="008576F1">
              <w:t>s</w:t>
            </w:r>
            <w:r w:rsidR="004571A9">
              <w:t>ite works</w:t>
            </w:r>
            <w:r w:rsidRPr="008576F1">
              <w:t xml:space="preserve"> according to site plans or specifications</w:t>
            </w:r>
          </w:p>
          <w:p w14:paraId="7ADBD5BE" w14:textId="6A64A240" w:rsidR="00520007" w:rsidRDefault="00520007" w:rsidP="008576F1">
            <w:pPr>
              <w:pStyle w:val="SIText"/>
            </w:pPr>
            <w:r>
              <w:t xml:space="preserve">3.3 </w:t>
            </w:r>
            <w:r w:rsidR="002C2969" w:rsidRPr="002C2969">
              <w:t>Set out correct reduced levels on site in comparison to benchmark based on plans and specifications</w:t>
            </w:r>
          </w:p>
          <w:p w14:paraId="2B4E8EB7" w14:textId="0A1AA294" w:rsidR="00520007" w:rsidRDefault="00520007" w:rsidP="008576F1">
            <w:pPr>
              <w:pStyle w:val="SIText"/>
            </w:pPr>
            <w:r>
              <w:t xml:space="preserve">3.4 </w:t>
            </w:r>
            <w:r w:rsidRPr="00520007">
              <w:t>Interpret reduced levels in relation to a benchmark</w:t>
            </w:r>
          </w:p>
          <w:p w14:paraId="7C104250" w14:textId="34A299CA" w:rsidR="00520007" w:rsidRPr="008576F1" w:rsidRDefault="00520007" w:rsidP="008576F1">
            <w:pPr>
              <w:pStyle w:val="SIText"/>
            </w:pPr>
            <w:r>
              <w:t xml:space="preserve">3.5 </w:t>
            </w:r>
            <w:r w:rsidRPr="00520007">
              <w:t>Calculate differences in heights on site or between reduced levels provided on a plan</w:t>
            </w:r>
          </w:p>
        </w:tc>
      </w:tr>
      <w:tr w:rsidR="008576F1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6F0FF950" w:rsidR="008576F1" w:rsidRPr="008576F1" w:rsidRDefault="008576F1" w:rsidP="008576F1">
            <w:pPr>
              <w:pStyle w:val="SIText"/>
            </w:pPr>
            <w:r w:rsidRPr="008576F1">
              <w:t>4. Take and verify site levels</w:t>
            </w:r>
          </w:p>
        </w:tc>
        <w:tc>
          <w:tcPr>
            <w:tcW w:w="3604" w:type="pct"/>
            <w:shd w:val="clear" w:color="auto" w:fill="auto"/>
          </w:tcPr>
          <w:p w14:paraId="52DC6620" w14:textId="118388B3" w:rsidR="008576F1" w:rsidRPr="008576F1" w:rsidRDefault="008576F1" w:rsidP="008576F1">
            <w:r w:rsidRPr="008576F1">
              <w:t xml:space="preserve">4.1 Set up levelling </w:t>
            </w:r>
            <w:r w:rsidR="002C2969">
              <w:t>instrument in a position to take, record and verify levels</w:t>
            </w:r>
          </w:p>
          <w:p w14:paraId="6C46C166" w14:textId="7E2000B5" w:rsidR="008576F1" w:rsidRPr="008576F1" w:rsidRDefault="008576F1" w:rsidP="008576F1">
            <w:r w:rsidRPr="008576F1">
              <w:t xml:space="preserve">4.2 </w:t>
            </w:r>
            <w:r w:rsidR="00520007" w:rsidRPr="00520007">
              <w:t xml:space="preserve">Describe appropriate procedures to follow if </w:t>
            </w:r>
            <w:r w:rsidR="00520007">
              <w:t xml:space="preserve">a </w:t>
            </w:r>
            <w:r w:rsidR="00520007" w:rsidRPr="00520007">
              <w:t>levelling instrument is not accurate</w:t>
            </w:r>
          </w:p>
          <w:p w14:paraId="594E8C1D" w14:textId="00E7AD44" w:rsidR="008576F1" w:rsidRPr="008576F1" w:rsidRDefault="008576F1" w:rsidP="008576F1">
            <w:r w:rsidRPr="008576F1">
              <w:t>4.3 Take and record</w:t>
            </w:r>
            <w:r w:rsidR="004571A9">
              <w:t xml:space="preserve"> site readings,</w:t>
            </w:r>
            <w:r w:rsidR="00520007">
              <w:t xml:space="preserve"> and verify readings are correct according to site plans and specifications</w:t>
            </w:r>
          </w:p>
        </w:tc>
      </w:tr>
      <w:tr w:rsidR="00D802C8" w:rsidRPr="00963A46" w14:paraId="048B52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97A542" w14:textId="1BD5206C" w:rsidR="00D802C8" w:rsidRPr="008576F1" w:rsidRDefault="00D802C8" w:rsidP="008576F1">
            <w:pPr>
              <w:pStyle w:val="SIText"/>
            </w:pPr>
            <w:r>
              <w:t>5. Complete work</w:t>
            </w:r>
          </w:p>
        </w:tc>
        <w:tc>
          <w:tcPr>
            <w:tcW w:w="3604" w:type="pct"/>
            <w:shd w:val="clear" w:color="auto" w:fill="auto"/>
          </w:tcPr>
          <w:p w14:paraId="31167A27" w14:textId="77777777" w:rsidR="00D802C8" w:rsidRDefault="00D802C8" w:rsidP="008576F1">
            <w:r>
              <w:t>5</w:t>
            </w:r>
            <w:r w:rsidRPr="008576F1">
              <w:t>.</w:t>
            </w:r>
            <w:r>
              <w:t>1</w:t>
            </w:r>
            <w:r w:rsidRPr="008576F1">
              <w:t xml:space="preserve"> Clean, maintain and store tools and equipment</w:t>
            </w:r>
            <w:r>
              <w:t xml:space="preserve"> in required location</w:t>
            </w:r>
          </w:p>
          <w:p w14:paraId="074D30BD" w14:textId="77777777" w:rsidR="00D802C8" w:rsidRDefault="00D802C8" w:rsidP="008576F1">
            <w:r>
              <w:t>5.2 Identify and report unserviceable tools and equipment according to workplace procedures</w:t>
            </w:r>
          </w:p>
          <w:p w14:paraId="3DABD807" w14:textId="4B407FBD" w:rsidR="00D802C8" w:rsidRPr="008576F1" w:rsidRDefault="00D802C8" w:rsidP="008576F1">
            <w:r>
              <w:t xml:space="preserve">5.3 Record </w:t>
            </w:r>
            <w:r w:rsidR="002C2969">
              <w:t xml:space="preserve">site set out </w:t>
            </w:r>
            <w:r>
              <w:t>work activities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lastRenderedPageBreak/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D802C8" w:rsidDel="00423CB2" w14:paraId="1D3AF5EE" w14:textId="77777777" w:rsidTr="00CA2922">
        <w:tc>
          <w:tcPr>
            <w:tcW w:w="1396" w:type="pct"/>
          </w:tcPr>
          <w:p w14:paraId="16ED7E97" w14:textId="4B539321" w:rsidR="00DA54B5" w:rsidRPr="00D802C8" w:rsidRDefault="00D802C8" w:rsidP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02C8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7F126B35" w:rsidR="00DA54B5" w:rsidRPr="00D802C8" w:rsidRDefault="00D802C8" w:rsidP="00696E3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02C8">
              <w:rPr>
                <w:rStyle w:val="SITemporaryText-red"/>
                <w:rFonts w:eastAsia="Calibri"/>
                <w:color w:val="auto"/>
                <w:sz w:val="20"/>
              </w:rPr>
              <w:t>Use clear language</w:t>
            </w:r>
            <w:r w:rsidR="00696E31">
              <w:rPr>
                <w:rStyle w:val="SITemporaryText-red"/>
                <w:rFonts w:eastAsia="Calibri"/>
              </w:rPr>
              <w:t xml:space="preserve"> </w:t>
            </w:r>
            <w:r w:rsidR="00696E31" w:rsidRPr="00696E31">
              <w:rPr>
                <w:rStyle w:val="SITemporaryText-red"/>
                <w:rFonts w:eastAsia="Calibri"/>
                <w:color w:val="auto"/>
                <w:sz w:val="20"/>
              </w:rPr>
              <w:t>and</w:t>
            </w:r>
            <w:r w:rsidRPr="00696E31">
              <w:rPr>
                <w:rStyle w:val="SITemporaryText-red"/>
                <w:rFonts w:eastAsia="Calibri"/>
                <w:color w:val="auto"/>
                <w:sz w:val="20"/>
              </w:rPr>
              <w:t xml:space="preserve"> accurate</w:t>
            </w:r>
            <w:r w:rsidRPr="00D802C8">
              <w:rPr>
                <w:rStyle w:val="SITemporaryText-red"/>
                <w:rFonts w:eastAsia="Calibri"/>
                <w:color w:val="auto"/>
                <w:sz w:val="20"/>
              </w:rPr>
              <w:t xml:space="preserve"> industry terminology to complete work records</w:t>
            </w:r>
          </w:p>
        </w:tc>
      </w:tr>
      <w:tr w:rsidR="00DA54B5" w:rsidRPr="00D802C8" w:rsidDel="00423CB2" w14:paraId="03BB9C6A" w14:textId="77777777" w:rsidTr="00CA2922">
        <w:tc>
          <w:tcPr>
            <w:tcW w:w="1396" w:type="pct"/>
          </w:tcPr>
          <w:p w14:paraId="79F97EC7" w14:textId="3F1AEC33" w:rsidR="00DA54B5" w:rsidRPr="00D802C8" w:rsidRDefault="00D802C8" w:rsidP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02C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DAD12EB" w14:textId="7EFD9CCF" w:rsidR="00DA54B5" w:rsidRPr="00D802C8" w:rsidRDefault="00D802C8" w:rsidP="007D7B7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02C8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7D7B7D">
              <w:rPr>
                <w:rStyle w:val="SITemporaryText-red"/>
                <w:rFonts w:eastAsia="Calibri"/>
                <w:color w:val="auto"/>
                <w:sz w:val="20"/>
              </w:rPr>
              <w:t xml:space="preserve">language </w:t>
            </w:r>
            <w:r w:rsidR="007D7B7D" w:rsidRPr="007D7B7D">
              <w:rPr>
                <w:rStyle w:val="SITemporaryText-red"/>
                <w:rFonts w:eastAsia="Calibri"/>
                <w:color w:val="auto"/>
                <w:sz w:val="20"/>
              </w:rPr>
              <w:t xml:space="preserve">and industry standard terminology </w:t>
            </w:r>
            <w:r w:rsidRPr="007D7B7D">
              <w:rPr>
                <w:rStyle w:val="SITemporaryText-red"/>
                <w:rFonts w:eastAsia="Calibri"/>
                <w:color w:val="auto"/>
                <w:sz w:val="20"/>
              </w:rPr>
              <w:t>to</w:t>
            </w:r>
            <w:r w:rsidRPr="00D802C8">
              <w:rPr>
                <w:rStyle w:val="SITemporaryText-red"/>
                <w:rFonts w:eastAsia="Calibri"/>
                <w:color w:val="auto"/>
                <w:sz w:val="20"/>
              </w:rPr>
              <w:t xml:space="preserve"> report tool and equipment unserviceability</w:t>
            </w:r>
          </w:p>
        </w:tc>
      </w:tr>
      <w:tr w:rsidR="00696E31" w:rsidRPr="00D802C8" w:rsidDel="00423CB2" w14:paraId="162A8E0F" w14:textId="77777777" w:rsidTr="00CA2922">
        <w:tc>
          <w:tcPr>
            <w:tcW w:w="1396" w:type="pct"/>
          </w:tcPr>
          <w:p w14:paraId="00E8AB78" w14:textId="1721E5E3" w:rsidR="00696E31" w:rsidRPr="00696E31" w:rsidRDefault="00696E31" w:rsidP="00696E3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96E31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1215782" w14:textId="77777777" w:rsidR="00696E31" w:rsidRPr="00696E31" w:rsidRDefault="00696E31" w:rsidP="00696E3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96E31">
              <w:rPr>
                <w:rStyle w:val="SITemporaryText-red"/>
                <w:rFonts w:eastAsia="Calibri"/>
                <w:color w:val="auto"/>
                <w:sz w:val="20"/>
              </w:rPr>
              <w:t xml:space="preserve">Use and interpret scale rulers, read leveling instruments, </w:t>
            </w:r>
            <w:proofErr w:type="gramStart"/>
            <w:r w:rsidRPr="00696E31">
              <w:rPr>
                <w:rStyle w:val="SITemporaryText-red"/>
                <w:rFonts w:eastAsia="Calibri"/>
                <w:color w:val="auto"/>
                <w:sz w:val="20"/>
              </w:rPr>
              <w:t>take</w:t>
            </w:r>
            <w:proofErr w:type="gramEnd"/>
            <w:r w:rsidRPr="00696E31">
              <w:rPr>
                <w:rStyle w:val="SITemporaryText-red"/>
                <w:rFonts w:eastAsia="Calibri"/>
                <w:color w:val="auto"/>
                <w:sz w:val="20"/>
              </w:rPr>
              <w:t xml:space="preserve"> and read measurements and calculate differences between levels</w:t>
            </w:r>
          </w:p>
          <w:p w14:paraId="7906D51C" w14:textId="018D3500" w:rsidR="00696E31" w:rsidRPr="00D802C8" w:rsidRDefault="00696E31" w:rsidP="00696E3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96E31">
              <w:rPr>
                <w:rStyle w:val="SITemporaryText-red"/>
                <w:rFonts w:eastAsia="Calibri"/>
                <w:color w:val="auto"/>
                <w:sz w:val="20"/>
              </w:rPr>
              <w:t>Set out geometric shapes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D802C8" w14:paraId="7449DA1D" w14:textId="77777777" w:rsidTr="00F33FF2">
        <w:tc>
          <w:tcPr>
            <w:tcW w:w="1028" w:type="pct"/>
          </w:tcPr>
          <w:p w14:paraId="26BB2A61" w14:textId="1C7782A6" w:rsidR="00DA54B5" w:rsidRPr="00D77989" w:rsidRDefault="00D802C8" w:rsidP="00351F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AHCLSC3</w:t>
            </w:r>
            <w:r w:rsidR="00351F77" w:rsidRPr="00351F77">
              <w:rPr>
                <w:rStyle w:val="SITemporaryText-red"/>
                <w:color w:val="auto"/>
                <w:sz w:val="20"/>
              </w:rPr>
              <w:t>XX</w:t>
            </w:r>
            <w:r w:rsidRPr="00351F77">
              <w:rPr>
                <w:rStyle w:val="SITemporaryText-red"/>
                <w:color w:val="auto"/>
                <w:sz w:val="20"/>
              </w:rPr>
              <w:t xml:space="preserve"> Set out site for construction works</w:t>
            </w:r>
          </w:p>
          <w:p w14:paraId="09E49E25" w14:textId="211B84AE" w:rsidR="00D802C8" w:rsidRPr="00351F77" w:rsidRDefault="00D802C8" w:rsidP="00351F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77989">
              <w:rPr>
                <w:rStyle w:val="SITemporaryText-red"/>
                <w:color w:val="auto"/>
                <w:sz w:val="20"/>
              </w:rPr>
              <w:t xml:space="preserve">Release </w:t>
            </w:r>
            <w:r w:rsidR="00351F77" w:rsidRPr="00351F77">
              <w:rPr>
                <w:rStyle w:val="SITemporaryText-red"/>
                <w:color w:val="auto"/>
                <w:sz w:val="20"/>
              </w:rPr>
              <w:t>1</w:t>
            </w:r>
          </w:p>
        </w:tc>
        <w:tc>
          <w:tcPr>
            <w:tcW w:w="1105" w:type="pct"/>
          </w:tcPr>
          <w:p w14:paraId="0180DAF6" w14:textId="77777777" w:rsidR="00D802C8" w:rsidRPr="00351F77" w:rsidRDefault="00D802C8" w:rsidP="00D7798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77989">
              <w:rPr>
                <w:rStyle w:val="SITemporaryText-red"/>
                <w:color w:val="auto"/>
                <w:sz w:val="20"/>
              </w:rPr>
              <w:t>AHCLSC301 Set out site for construction works</w:t>
            </w:r>
          </w:p>
          <w:p w14:paraId="2293AA64" w14:textId="0E698BF6" w:rsidR="00DA54B5" w:rsidRPr="00351F77" w:rsidRDefault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69978447" w14:textId="77777777" w:rsidR="00DA54B5" w:rsidRPr="00351F77" w:rsidRDefault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2052003" w14:textId="0E7880B1" w:rsidR="00D802C8" w:rsidRPr="00351F77" w:rsidRDefault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M</w:t>
            </w:r>
            <w:r w:rsidR="00115813" w:rsidRPr="00351F77">
              <w:rPr>
                <w:rStyle w:val="SITemporaryText-red"/>
                <w:color w:val="auto"/>
                <w:sz w:val="20"/>
              </w:rPr>
              <w:t>aj</w:t>
            </w:r>
            <w:r w:rsidRPr="00351F77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07AFA22D" w14:textId="77777777" w:rsidR="00D802C8" w:rsidRPr="00351F77" w:rsidRDefault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34E8D507" w:rsidR="00D802C8" w:rsidRPr="00351F77" w:rsidRDefault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4D70AD4A" w:rsidR="00DA54B5" w:rsidRPr="00351F77" w:rsidRDefault="00351F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1F77">
              <w:rPr>
                <w:rStyle w:val="SITemporaryText-red"/>
                <w:color w:val="auto"/>
                <w:sz w:val="20"/>
              </w:rPr>
              <w:t>Not e</w:t>
            </w:r>
            <w:r w:rsidR="00DA54B5" w:rsidRPr="00351F77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670100C9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C87FFD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576F1" w:rsidRPr="008576F1">
              <w:t>AHCLSC3</w:t>
            </w:r>
            <w:r w:rsidR="00351F77">
              <w:t>XX</w:t>
            </w:r>
            <w:r w:rsidR="008576F1" w:rsidRPr="008576F1">
              <w:t xml:space="preserve"> Set out site for construction works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3361C5">
        <w:trPr>
          <w:trHeight w:val="2301"/>
        </w:trPr>
        <w:tc>
          <w:tcPr>
            <w:tcW w:w="5000" w:type="pct"/>
            <w:gridSpan w:val="2"/>
            <w:shd w:val="clear" w:color="auto" w:fill="auto"/>
          </w:tcPr>
          <w:p w14:paraId="6BFF6ACC" w14:textId="786E3590" w:rsidR="00DA54B5" w:rsidRPr="003361C5" w:rsidRDefault="00DA54B5" w:rsidP="003361C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3361C5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3361C5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103A526A" w:rsidR="00DA54B5" w:rsidRPr="003361C5" w:rsidRDefault="00DA54B5" w:rsidP="00D802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D802C8" w:rsidRPr="00D802C8">
              <w:rPr>
                <w:rStyle w:val="SITemporaryText-red"/>
                <w:color w:val="auto"/>
                <w:sz w:val="20"/>
              </w:rPr>
              <w:t>set out site for construction works on at least one occasion and has</w:t>
            </w:r>
            <w:r w:rsidRPr="003361C5">
              <w:rPr>
                <w:rStyle w:val="SITemporaryText-red"/>
                <w:color w:val="auto"/>
                <w:sz w:val="20"/>
              </w:rPr>
              <w:t>:</w:t>
            </w:r>
          </w:p>
          <w:p w14:paraId="4D39286C" w14:textId="66E61C57" w:rsidR="008576F1" w:rsidRPr="008576F1" w:rsidRDefault="008576F1" w:rsidP="008576F1">
            <w:pPr>
              <w:pStyle w:val="SIBulletList1"/>
            </w:pPr>
            <w:r w:rsidRPr="008576F1">
              <w:t>interpret</w:t>
            </w:r>
            <w:r w:rsidR="007A7E78">
              <w:t>ed</w:t>
            </w:r>
            <w:r w:rsidRPr="008576F1">
              <w:t xml:space="preserve"> site plans and specifications</w:t>
            </w:r>
          </w:p>
          <w:p w14:paraId="4054D8D0" w14:textId="00A7C06D" w:rsidR="007A7E78" w:rsidRDefault="00C619FA" w:rsidP="008576F1">
            <w:pPr>
              <w:pStyle w:val="SIBulletList1"/>
            </w:pPr>
            <w:r w:rsidRPr="00C619FA">
              <w:t>identified and reported workplace health and safety hazards</w:t>
            </w:r>
          </w:p>
          <w:p w14:paraId="139100E0" w14:textId="3F76818D" w:rsidR="007A7E78" w:rsidRDefault="007A7E78" w:rsidP="008576F1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>
              <w:t xml:space="preserve"> and maintained </w:t>
            </w:r>
            <w:r w:rsidRPr="008576F1">
              <w:t>tools and equipment required for setting out construction works</w:t>
            </w:r>
          </w:p>
          <w:p w14:paraId="24D0957F" w14:textId="3CDB41C7" w:rsidR="008576F1" w:rsidRPr="008576F1" w:rsidRDefault="008576F1" w:rsidP="008576F1">
            <w:pPr>
              <w:pStyle w:val="SIBulletList1"/>
            </w:pPr>
            <w:r w:rsidRPr="008576F1">
              <w:t>use</w:t>
            </w:r>
            <w:r w:rsidR="007A7E78">
              <w:t>d</w:t>
            </w:r>
            <w:r w:rsidRPr="008576F1">
              <w:t xml:space="preserve"> mathematical and geometrical principles to mark out a site for construction work</w:t>
            </w:r>
          </w:p>
          <w:p w14:paraId="7103EFF1" w14:textId="2A44E6AE" w:rsidR="008576F1" w:rsidRPr="008576F1" w:rsidRDefault="008576F1" w:rsidP="008576F1">
            <w:pPr>
              <w:pStyle w:val="SIBulletList1"/>
            </w:pPr>
            <w:r w:rsidRPr="008576F1">
              <w:t>use</w:t>
            </w:r>
            <w:r w:rsidR="007A7E78">
              <w:t>d</w:t>
            </w:r>
            <w:r w:rsidRPr="008576F1">
              <w:t xml:space="preserve"> s</w:t>
            </w:r>
            <w:r w:rsidR="009F6F97">
              <w:t>everal types of s</w:t>
            </w:r>
            <w:r w:rsidRPr="008576F1">
              <w:t>urveying instruments</w:t>
            </w:r>
          </w:p>
          <w:p w14:paraId="3F18E357" w14:textId="6D3A1FD8" w:rsidR="008576F1" w:rsidRPr="008576F1" w:rsidRDefault="008576F1" w:rsidP="008576F1">
            <w:pPr>
              <w:pStyle w:val="SIBulletList1"/>
            </w:pPr>
            <w:r w:rsidRPr="008576F1">
              <w:t>establish</w:t>
            </w:r>
            <w:r w:rsidR="007A7E78">
              <w:t>ed</w:t>
            </w:r>
            <w:r w:rsidRPr="008576F1">
              <w:t xml:space="preserve"> </w:t>
            </w:r>
            <w:r w:rsidR="009F6F97">
              <w:t>a benchmark on site in relation to reduced levels</w:t>
            </w:r>
            <w:r w:rsidR="00F902E3">
              <w:t xml:space="preserve"> on plans and specifications</w:t>
            </w:r>
          </w:p>
          <w:p w14:paraId="5282AD95" w14:textId="00084F97" w:rsidR="009F6F97" w:rsidRDefault="009F6F97" w:rsidP="003361C5">
            <w:pPr>
              <w:pStyle w:val="SIBulletList1"/>
            </w:pPr>
            <w:r>
              <w:t>s</w:t>
            </w:r>
            <w:r w:rsidRPr="009F6F97">
              <w:t>et out site to reduced levels indicated on plan in relation to benchmark</w:t>
            </w:r>
          </w:p>
          <w:p w14:paraId="36543102" w14:textId="6F9C5E03" w:rsidR="00556C4C" w:rsidRDefault="008576F1" w:rsidP="003361C5">
            <w:pPr>
              <w:pStyle w:val="SIBulletList1"/>
            </w:pPr>
            <w:r w:rsidRPr="008576F1">
              <w:t>take</w:t>
            </w:r>
            <w:r w:rsidR="007A7E78">
              <w:t>n</w:t>
            </w:r>
            <w:r w:rsidRPr="008576F1">
              <w:t xml:space="preserve"> and verif</w:t>
            </w:r>
            <w:r w:rsidR="007A7E78">
              <w:t>ied</w:t>
            </w:r>
            <w:r w:rsidRPr="008576F1">
              <w:t xml:space="preserve"> site levels</w:t>
            </w:r>
            <w:r w:rsidR="00F902E3">
              <w:t xml:space="preserve"> compared to site plan</w:t>
            </w:r>
          </w:p>
          <w:p w14:paraId="3F4E2EAA" w14:textId="0902437C" w:rsidR="007A7E78" w:rsidRPr="000754EC" w:rsidRDefault="007A7E78" w:rsidP="003361C5">
            <w:pPr>
              <w:pStyle w:val="SIBulletList1"/>
            </w:pPr>
            <w:r>
              <w:t>reported unserviceable tools and equipment and recorded work activities.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3361C5" w:rsidRDefault="00DA54B5" w:rsidP="003361C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05A9E44" w14:textId="77777777" w:rsidR="007A7E78" w:rsidRDefault="007A7E78" w:rsidP="008576F1">
            <w:pPr>
              <w:pStyle w:val="SIBulletList1"/>
            </w:pPr>
            <w:r>
              <w:t>workplace requirements applicable to health and safety in the workplace for setting out site for construction works</w:t>
            </w:r>
          </w:p>
          <w:p w14:paraId="09D41BA8" w14:textId="221E924E" w:rsidR="008576F1" w:rsidRPr="008576F1" w:rsidRDefault="008576F1" w:rsidP="008576F1">
            <w:pPr>
              <w:pStyle w:val="SIBulletList1"/>
            </w:pPr>
            <w:r w:rsidRPr="008576F1">
              <w:t>principles and practices of site set out for landscape works</w:t>
            </w:r>
            <w:r w:rsidR="007A7E78">
              <w:t>, including:</w:t>
            </w:r>
          </w:p>
          <w:p w14:paraId="2935BEF2" w14:textId="77777777" w:rsidR="008576F1" w:rsidRPr="008576F1" w:rsidRDefault="008576F1" w:rsidP="007A7E78">
            <w:pPr>
              <w:pStyle w:val="SIBulletList2"/>
            </w:pPr>
            <w:r w:rsidRPr="008576F1">
              <w:t>how other plans may be referred to in assisting setting out a site</w:t>
            </w:r>
          </w:p>
          <w:p w14:paraId="05312C30" w14:textId="77777777" w:rsidR="00F1480E" w:rsidRDefault="008576F1" w:rsidP="007A7E78">
            <w:pPr>
              <w:pStyle w:val="SIBulletList2"/>
            </w:pPr>
            <w:r w:rsidRPr="008576F1">
              <w:t>how to determine if other plans may be referred when setting out a site</w:t>
            </w:r>
          </w:p>
          <w:p w14:paraId="22D72F92" w14:textId="77777777" w:rsidR="000936FB" w:rsidRDefault="000936FB" w:rsidP="007A7E78">
            <w:pPr>
              <w:pStyle w:val="SIBulletList2"/>
            </w:pPr>
            <w:r>
              <w:t>mathematical and geometrical principals relevant to marking out sites</w:t>
            </w:r>
          </w:p>
          <w:p w14:paraId="594042BC" w14:textId="714EE721" w:rsidR="000936FB" w:rsidRPr="000754EC" w:rsidRDefault="000936FB" w:rsidP="007A7E78">
            <w:pPr>
              <w:pStyle w:val="SIBulletList2"/>
            </w:pPr>
            <w:r>
              <w:t>tools</w:t>
            </w:r>
            <w:r w:rsidR="00A161CE">
              <w:t xml:space="preserve">, </w:t>
            </w:r>
            <w:proofErr w:type="gramStart"/>
            <w:r w:rsidR="00A161CE">
              <w:t>equipment</w:t>
            </w:r>
            <w:proofErr w:type="gramEnd"/>
            <w:r>
              <w:t xml:space="preserve"> and survey instruments relevant to </w:t>
            </w:r>
            <w:r w:rsidR="00A161CE">
              <w:t xml:space="preserve">setting out site for sites </w:t>
            </w:r>
            <w:r>
              <w:t>construction works</w:t>
            </w:r>
            <w:r w:rsidR="00C619FA">
              <w:t xml:space="preserve"> and their use</w:t>
            </w:r>
            <w:r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426AFB5E" w:rsidR="00DA54B5" w:rsidRPr="003361C5" w:rsidRDefault="00DA54B5" w:rsidP="003361C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7F58AE71" w:rsidR="00DA54B5" w:rsidRPr="003361C5" w:rsidRDefault="00DA54B5" w:rsidP="000936F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5EE5D6A8" w:rsidR="00DA54B5" w:rsidRPr="000936FB" w:rsidRDefault="000936FB" w:rsidP="000936F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161C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CD1E166" w14:textId="6187A654" w:rsidR="00DA54B5" w:rsidRPr="003361C5" w:rsidRDefault="00DA54B5" w:rsidP="003361C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3361C5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3361C5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AB282A7" w14:textId="0C1C42F7" w:rsidR="00DA54B5" w:rsidRPr="00A161CE" w:rsidRDefault="000936FB" w:rsidP="00A161C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161CE">
              <w:rPr>
                <w:rStyle w:val="SITemporaryText-red"/>
                <w:rFonts w:eastAsia="Calibri"/>
                <w:color w:val="auto"/>
                <w:sz w:val="20"/>
              </w:rPr>
              <w:t xml:space="preserve">tools and </w:t>
            </w:r>
            <w:r w:rsidR="00A161CE" w:rsidRPr="00A161CE">
              <w:rPr>
                <w:rStyle w:val="SITemporaryText-red"/>
                <w:rFonts w:eastAsia="Calibri"/>
                <w:color w:val="auto"/>
                <w:sz w:val="20"/>
              </w:rPr>
              <w:t>equipment, and survey instruments applicable to setting out sites for construction work</w:t>
            </w:r>
          </w:p>
          <w:p w14:paraId="3341BB19" w14:textId="10012F78" w:rsidR="00A161CE" w:rsidRPr="003361C5" w:rsidRDefault="00A161CE" w:rsidP="00A161C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161CE">
              <w:t>other plans applicable to setting out sites for construction work</w:t>
            </w:r>
          </w:p>
          <w:p w14:paraId="3D4B0BD2" w14:textId="145E92BC" w:rsidR="00DA54B5" w:rsidRPr="003361C5" w:rsidRDefault="00DA54B5" w:rsidP="003361C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361C5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94B1C05" w14:textId="30875FE7" w:rsidR="00A161CE" w:rsidRPr="00A161CE" w:rsidRDefault="00A161CE" w:rsidP="003361C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for setting out site for construction works</w:t>
            </w:r>
          </w:p>
          <w:p w14:paraId="5EDE35FD" w14:textId="5E17FCD3" w:rsidR="00DA54B5" w:rsidRPr="003361C5" w:rsidRDefault="00A161CE" w:rsidP="003361C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site</w:t>
            </w:r>
            <w:r w:rsidRPr="00A161CE">
              <w:t xml:space="preserve"> plans</w:t>
            </w:r>
            <w:r>
              <w:t xml:space="preserve"> and</w:t>
            </w:r>
            <w:r w:rsidRPr="00A161CE">
              <w:t xml:space="preserve"> specifications </w:t>
            </w:r>
            <w:r>
              <w:t>applicable to setting out sites for construction work</w:t>
            </w:r>
          </w:p>
          <w:p w14:paraId="08F72541" w14:textId="52A9282E" w:rsidR="00DA54B5" w:rsidRPr="003361C5" w:rsidRDefault="00DA54B5" w:rsidP="003361C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6724A91F" w:rsidR="00DA54B5" w:rsidRPr="00A161CE" w:rsidRDefault="00A161CE" w:rsidP="00A161C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A161CE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A161CE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161CE" w:rsidRDefault="00DA54B5" w:rsidP="00A161C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83A1DC" w:rsidR="00DA54B5" w:rsidRPr="003361C5" w:rsidRDefault="00DA54B5" w:rsidP="003361C5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361C5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56BB8480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351F77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1B5A04" w14:textId="77777777" w:rsidR="00D86B40" w:rsidRDefault="00D86B40" w:rsidP="00BF3F0A">
      <w:r>
        <w:separator/>
      </w:r>
    </w:p>
    <w:p w14:paraId="56590DC3" w14:textId="77777777" w:rsidR="00D86B40" w:rsidRDefault="00D86B40"/>
  </w:endnote>
  <w:endnote w:type="continuationSeparator" w:id="0">
    <w:p w14:paraId="79F25217" w14:textId="77777777" w:rsidR="00D86B40" w:rsidRDefault="00D86B40" w:rsidP="00BF3F0A">
      <w:r>
        <w:continuationSeparator/>
      </w:r>
    </w:p>
    <w:p w14:paraId="60442E65" w14:textId="77777777" w:rsidR="00D86B40" w:rsidRDefault="00D86B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B998B6" w14:textId="77777777" w:rsidR="00D86B40" w:rsidRDefault="00D86B40" w:rsidP="00BF3F0A">
      <w:r>
        <w:separator/>
      </w:r>
    </w:p>
    <w:p w14:paraId="35245D34" w14:textId="77777777" w:rsidR="00D86B40" w:rsidRDefault="00D86B40"/>
  </w:footnote>
  <w:footnote w:type="continuationSeparator" w:id="0">
    <w:p w14:paraId="74597195" w14:textId="77777777" w:rsidR="00D86B40" w:rsidRDefault="00D86B40" w:rsidP="00BF3F0A">
      <w:r>
        <w:continuationSeparator/>
      </w:r>
    </w:p>
    <w:p w14:paraId="26674995" w14:textId="77777777" w:rsidR="00D86B40" w:rsidRDefault="00D86B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2D6FC09" w:rsidR="009C2650" w:rsidRPr="008576F1" w:rsidRDefault="008576F1" w:rsidP="008576F1">
    <w:r w:rsidRPr="008576F1">
      <w:rPr>
        <w:lang w:eastAsia="en-US"/>
      </w:rPr>
      <w:t>AHCLSC3</w:t>
    </w:r>
    <w:r w:rsidR="004D3424">
      <w:t>XX</w:t>
    </w:r>
    <w:r w:rsidRPr="008576F1">
      <w:rPr>
        <w:lang w:eastAsia="en-US"/>
      </w:rPr>
      <w:t xml:space="preserve"> Set out site for construction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21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0"/>
  </w:num>
  <w:num w:numId="10">
    <w:abstractNumId w:val="13"/>
  </w:num>
  <w:num w:numId="11">
    <w:abstractNumId w:val="18"/>
  </w:num>
  <w:num w:numId="12">
    <w:abstractNumId w:val="15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4"/>
  </w:num>
  <w:num w:numId="18">
    <w:abstractNumId w:val="5"/>
  </w:num>
  <w:num w:numId="19">
    <w:abstractNumId w:val="9"/>
  </w:num>
  <w:num w:numId="20">
    <w:abstractNumId w:val="2"/>
  </w:num>
  <w:num w:numId="21">
    <w:abstractNumId w:val="16"/>
  </w:num>
  <w:num w:numId="22">
    <w:abstractNumId w:val="17"/>
  </w:num>
  <w:num w:numId="23">
    <w:abstractNumId w:val="1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36F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5813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343"/>
    <w:rsid w:val="0021210E"/>
    <w:rsid w:val="0021414D"/>
    <w:rsid w:val="00214DDD"/>
    <w:rsid w:val="0021590F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DB2"/>
    <w:rsid w:val="002970C3"/>
    <w:rsid w:val="002A4CD3"/>
    <w:rsid w:val="002A6CC4"/>
    <w:rsid w:val="002C2969"/>
    <w:rsid w:val="002C55E9"/>
    <w:rsid w:val="002D0C8B"/>
    <w:rsid w:val="002D330A"/>
    <w:rsid w:val="002E170C"/>
    <w:rsid w:val="002E193E"/>
    <w:rsid w:val="00305EFF"/>
    <w:rsid w:val="00310A6A"/>
    <w:rsid w:val="003144E6"/>
    <w:rsid w:val="003361C5"/>
    <w:rsid w:val="00337E82"/>
    <w:rsid w:val="00346FDC"/>
    <w:rsid w:val="00350BB1"/>
    <w:rsid w:val="00351F77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571A9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424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007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0B3A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96E31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73970"/>
    <w:rsid w:val="00781D77"/>
    <w:rsid w:val="00783549"/>
    <w:rsid w:val="007860B7"/>
    <w:rsid w:val="00786DC8"/>
    <w:rsid w:val="007A300D"/>
    <w:rsid w:val="007A7E78"/>
    <w:rsid w:val="007D5A78"/>
    <w:rsid w:val="007D7B7D"/>
    <w:rsid w:val="007E3BD1"/>
    <w:rsid w:val="007F1563"/>
    <w:rsid w:val="007F1EB2"/>
    <w:rsid w:val="007F44DB"/>
    <w:rsid w:val="007F5A8B"/>
    <w:rsid w:val="00811A10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62C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9F6F97"/>
    <w:rsid w:val="00A0695B"/>
    <w:rsid w:val="00A13052"/>
    <w:rsid w:val="00A161CE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B768C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440B"/>
    <w:rsid w:val="00BA1CB1"/>
    <w:rsid w:val="00BA4178"/>
    <w:rsid w:val="00BA482D"/>
    <w:rsid w:val="00BB00D1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19FA"/>
    <w:rsid w:val="00C70626"/>
    <w:rsid w:val="00C72860"/>
    <w:rsid w:val="00C73582"/>
    <w:rsid w:val="00C735F8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7989"/>
    <w:rsid w:val="00D802C8"/>
    <w:rsid w:val="00D810DE"/>
    <w:rsid w:val="00D86B40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002C"/>
    <w:rsid w:val="00F62866"/>
    <w:rsid w:val="00F65EF0"/>
    <w:rsid w:val="00F71651"/>
    <w:rsid w:val="00F76191"/>
    <w:rsid w:val="00F76CC6"/>
    <w:rsid w:val="00F8149F"/>
    <w:rsid w:val="00F83D7C"/>
    <w:rsid w:val="00F902E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B4319E2-0B7E-489D-AF44-231181F701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23A0F1-07B1-4BE1-87F9-5B7D4D4F1D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261</TotalTime>
  <Pages>4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31</cp:revision>
  <cp:lastPrinted>2016-05-27T05:21:00Z</cp:lastPrinted>
  <dcterms:created xsi:type="dcterms:W3CDTF">2020-08-25T06:08:00Z</dcterms:created>
  <dcterms:modified xsi:type="dcterms:W3CDTF">2021-06-08T06:31:00Z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